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EE17" w14:textId="77777777" w:rsidR="00657585" w:rsidRDefault="00657585">
      <w:pPr>
        <w:pStyle w:val="a3"/>
        <w:rPr>
          <w:spacing w:val="0"/>
        </w:rPr>
      </w:pPr>
    </w:p>
    <w:p w14:paraId="3A999D08" w14:textId="77777777" w:rsidR="00657585" w:rsidRDefault="00000000">
      <w:pPr>
        <w:pStyle w:val="a3"/>
        <w:spacing w:line="440" w:lineRule="exact"/>
        <w:jc w:val="center"/>
      </w:pPr>
      <w:r>
        <w:rPr>
          <w:rFonts w:ascii="ＭＳ 明朝" w:hAnsi="ＭＳ 明朝"/>
          <w:spacing w:val="64"/>
          <w:sz w:val="40"/>
          <w:szCs w:val="40"/>
        </w:rPr>
        <w:t>入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札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書</w:t>
      </w:r>
    </w:p>
    <w:p w14:paraId="322A09FC" w14:textId="77777777" w:rsidR="00657585" w:rsidRDefault="00657585">
      <w:pPr>
        <w:pStyle w:val="a3"/>
        <w:rPr>
          <w:spacing w:val="0"/>
        </w:rPr>
      </w:pPr>
    </w:p>
    <w:p w14:paraId="11CDC65E" w14:textId="77777777" w:rsidR="00657585" w:rsidRDefault="00657585">
      <w:pPr>
        <w:pStyle w:val="a3"/>
        <w:rPr>
          <w:spacing w:val="0"/>
        </w:rPr>
      </w:pPr>
    </w:p>
    <w:p w14:paraId="1E3FB202" w14:textId="77777777" w:rsidR="00657585" w:rsidRDefault="00657585">
      <w:pPr>
        <w:pStyle w:val="a3"/>
        <w:spacing w:line="101" w:lineRule="exact"/>
        <w:rPr>
          <w:spacing w:val="0"/>
        </w:rPr>
      </w:pPr>
    </w:p>
    <w:tbl>
      <w:tblPr>
        <w:tblW w:w="9372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57585" w14:paraId="4CA2ED84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9CB080" w14:textId="77777777" w:rsidR="00657585" w:rsidRDefault="00000000">
            <w:pPr>
              <w:pStyle w:val="a3"/>
            </w:pPr>
            <w:r>
              <w:rPr>
                <w:rFonts w:ascii="ＭＳ 明朝" w:hAnsi="ＭＳ 明朝"/>
                <w:sz w:val="24"/>
                <w:szCs w:val="24"/>
              </w:rPr>
              <w:t>入札金額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22BD3B2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1665528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億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81B7FB9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61FFBA04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A90152E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48944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5115C49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B235920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61F0807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0F83C1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円</w:t>
            </w:r>
          </w:p>
        </w:tc>
      </w:tr>
      <w:tr w:rsidR="00657585" w14:paraId="6C1F4D4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17ECCA1" w14:textId="77777777" w:rsidR="00510EA2" w:rsidRDefault="00510EA2">
            <w:pPr>
              <w:widowControl/>
              <w:suppressAutoHyphens w:val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7CF0A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28873E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9D909D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5AB53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40E82AAC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5B9DAD5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0CE8C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4A29FA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70392AF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5C31588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</w:tr>
    </w:tbl>
    <w:p w14:paraId="07E462C8" w14:textId="77777777" w:rsidR="00657585" w:rsidRDefault="00657585">
      <w:pPr>
        <w:pStyle w:val="a3"/>
        <w:spacing w:line="202" w:lineRule="exact"/>
        <w:rPr>
          <w:spacing w:val="0"/>
        </w:rPr>
      </w:pPr>
    </w:p>
    <w:p w14:paraId="5FAE38F1" w14:textId="77777777" w:rsidR="00657585" w:rsidRDefault="00657585">
      <w:pPr>
        <w:pStyle w:val="a3"/>
        <w:rPr>
          <w:spacing w:val="0"/>
        </w:rPr>
      </w:pPr>
    </w:p>
    <w:p w14:paraId="39CB6EC9" w14:textId="77777777" w:rsidR="00657585" w:rsidRDefault="00657585">
      <w:pPr>
        <w:pStyle w:val="a3"/>
        <w:rPr>
          <w:spacing w:val="0"/>
        </w:rPr>
      </w:pPr>
    </w:p>
    <w:p w14:paraId="4C65EAD0" w14:textId="19F25B6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入札業務</w:t>
      </w:r>
      <w:r>
        <w:rPr>
          <w:rFonts w:ascii="ＭＳ 明朝" w:hAnsi="ＭＳ 明朝"/>
          <w:spacing w:val="16"/>
          <w:sz w:val="24"/>
          <w:szCs w:val="24"/>
        </w:rPr>
        <w:t xml:space="preserve">  </w:t>
      </w:r>
      <w:r>
        <w:rPr>
          <w:rFonts w:ascii="ＭＳ 明朝" w:hAnsi="ＭＳ 明朝"/>
          <w:sz w:val="24"/>
          <w:szCs w:val="24"/>
        </w:rPr>
        <w:t xml:space="preserve">　　徳島県予算編成支援システム保守</w:t>
      </w:r>
      <w:r w:rsidR="00176F52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管理及び運用支援業務</w:t>
      </w:r>
    </w:p>
    <w:p w14:paraId="7CEE069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27F2D8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401DB05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入札保証金</w:t>
      </w:r>
      <w:r>
        <w:rPr>
          <w:rFonts w:ascii="ＭＳ 明朝" w:hAnsi="ＭＳ 明朝"/>
          <w:spacing w:val="16"/>
          <w:sz w:val="24"/>
          <w:szCs w:val="24"/>
        </w:rPr>
        <w:t xml:space="preserve">    </w:t>
      </w:r>
      <w:r>
        <w:rPr>
          <w:rFonts w:ascii="ＭＳ 明朝" w:hAnsi="ＭＳ 明朝"/>
          <w:sz w:val="24"/>
          <w:szCs w:val="24"/>
        </w:rPr>
        <w:t>免除</w:t>
      </w:r>
    </w:p>
    <w:p w14:paraId="063C4642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15FF3C5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6917A355" w14:textId="2B01AE61" w:rsidR="00657585" w:rsidRDefault="00000000">
      <w:pPr>
        <w:pStyle w:val="a3"/>
        <w:ind w:right="-197"/>
        <w:jc w:val="left"/>
      </w:pPr>
      <w:r>
        <w:rPr>
          <w:rFonts w:ascii="ＭＳ 明朝" w:hAnsi="ＭＳ 明朝"/>
          <w:sz w:val="24"/>
          <w:szCs w:val="24"/>
        </w:rPr>
        <w:t xml:space="preserve">　上記により業務の委託を受けたいので</w:t>
      </w:r>
      <w:r w:rsidR="00B07769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徳島県契約事務規則（昭和39年徳島県規則第39号）により入札します。</w:t>
      </w:r>
    </w:p>
    <w:p w14:paraId="4AE1DAC1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592070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E23E351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令和　年　月　日</w:t>
      </w:r>
    </w:p>
    <w:p w14:paraId="21D4837A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0C4AC1F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440C0212" w14:textId="27A70EFF" w:rsidR="00657585" w:rsidRDefault="00000000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住　所</w:t>
      </w:r>
      <w:r w:rsidR="00BA0257">
        <w:rPr>
          <w:rFonts w:ascii="ＭＳ 明朝" w:hAnsi="ＭＳ 明朝" w:hint="eastAsia"/>
          <w:sz w:val="24"/>
          <w:szCs w:val="24"/>
        </w:rPr>
        <w:t xml:space="preserve">　</w:t>
      </w:r>
    </w:p>
    <w:p w14:paraId="3B15165E" w14:textId="46272D31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049FC88C" w14:textId="605F2D3B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05285459" w14:textId="41EDFE49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48D2023E" w14:textId="7E88E298" w:rsidR="00657585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</w:t>
      </w:r>
      <w:r>
        <w:rPr>
          <w:rFonts w:ascii="ＭＳ 明朝" w:hAnsi="ＭＳ 明朝"/>
          <w:sz w:val="24"/>
          <w:szCs w:val="24"/>
        </w:rPr>
        <w:t>氏　名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587B6DEA" w14:textId="36D9DF5C" w:rsidR="00BA0257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2FB83768" w14:textId="618EC17F" w:rsidR="00BA0257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3271186F" w14:textId="71A5277F" w:rsidR="00BA0257" w:rsidRPr="00BA0257" w:rsidRDefault="00BA0257">
      <w:pPr>
        <w:pStyle w:val="a3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700F7C26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1D1A9E64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213B1B0D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E44B5F5" w14:textId="12435F11" w:rsidR="00657585" w:rsidRPr="00BA0257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　徳島県知事</w:t>
      </w:r>
      <w:r w:rsidR="00534296">
        <w:rPr>
          <w:rFonts w:ascii="ＭＳ 明朝" w:hAnsi="ＭＳ 明朝" w:hint="eastAsia"/>
          <w:sz w:val="24"/>
          <w:szCs w:val="24"/>
        </w:rPr>
        <w:t xml:space="preserve">　殿</w:t>
      </w:r>
    </w:p>
    <w:sectPr w:rsidR="00657585" w:rsidRPr="00BA0257">
      <w:pgSz w:w="11906" w:h="16838"/>
      <w:pgMar w:top="1701" w:right="1162" w:bottom="1701" w:left="11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FA9A" w14:textId="77777777" w:rsidR="00462893" w:rsidRDefault="00462893">
      <w:r>
        <w:separator/>
      </w:r>
    </w:p>
  </w:endnote>
  <w:endnote w:type="continuationSeparator" w:id="0">
    <w:p w14:paraId="26D7DE9D" w14:textId="77777777" w:rsidR="00462893" w:rsidRDefault="0046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53F66" w14:textId="77777777" w:rsidR="00462893" w:rsidRDefault="00462893">
      <w:r>
        <w:rPr>
          <w:color w:val="000000"/>
        </w:rPr>
        <w:separator/>
      </w:r>
    </w:p>
  </w:footnote>
  <w:footnote w:type="continuationSeparator" w:id="0">
    <w:p w14:paraId="384C0DC9" w14:textId="77777777" w:rsidR="00462893" w:rsidRDefault="00462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attachedTemplate r:id="rId1"/>
  <w:defaultTabStop w:val="72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85"/>
    <w:rsid w:val="000F3BBB"/>
    <w:rsid w:val="00176F52"/>
    <w:rsid w:val="00462893"/>
    <w:rsid w:val="004F4B4C"/>
    <w:rsid w:val="00510EA2"/>
    <w:rsid w:val="0052469B"/>
    <w:rsid w:val="00534296"/>
    <w:rsid w:val="00657585"/>
    <w:rsid w:val="006E026D"/>
    <w:rsid w:val="00B07769"/>
    <w:rsid w:val="00BA0257"/>
    <w:rsid w:val="00C6728B"/>
    <w:rsid w:val="00E2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090B5"/>
  <w15:docId w15:val="{3E9AF37B-5921-44EA-ABB7-17E7CBD3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a3">
    <w:name w:val="一太郎"/>
    <w:pPr>
      <w:widowControl w:val="0"/>
      <w:suppressAutoHyphens/>
      <w:wordWrap w:val="0"/>
      <w:autoSpaceDE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ヘッダー (文字)"/>
    <w:rPr>
      <w:kern w:val="3"/>
      <w:sz w:val="21"/>
      <w:szCs w:val="24"/>
    </w:rPr>
  </w:style>
  <w:style w:type="character" w:customStyle="1" w:styleId="a7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49;&#26377;&#12489;&#12521;&#12452;&#12502;\2025\H_&#12471;&#12473;&#12486;&#12512;&#25285;&#24403;\H12_&#20104;&#31639;&#32232;&#25104;&#25903;&#25588;&#12471;&#12473;&#12486;&#12512;\50_&#36939;&#29992;&#20445;&#23432;\50_&#20837;&#26413;\02_&#20837;&#26413;&#20844;&#21578;\&#27010;&#35201;&#26360;&#31561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nagao mitsuru</cp:lastModifiedBy>
  <cp:revision>7</cp:revision>
  <dcterms:created xsi:type="dcterms:W3CDTF">2025-05-27T06:15:00Z</dcterms:created>
  <dcterms:modified xsi:type="dcterms:W3CDTF">2025-06-06T07:37:00Z</dcterms:modified>
</cp:coreProperties>
</file>